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w:rsidRPr="00EC0A7D" w:rsidR="006E5D65" w:rsidP="002D3375" w:rsidRDefault="00CD6897" w14:paraId="3B30ED08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EC0A7D" w:rsidR="006F31E2">
        <w:rPr>
          <w:rFonts w:ascii="Corbel" w:hAnsi="Corbel"/>
          <w:bCs/>
          <w:i/>
          <w:sz w:val="24"/>
          <w:szCs w:val="24"/>
        </w:rPr>
        <w:t>1.5</w:t>
      </w:r>
      <w:r w:rsidRPr="00EC0A7D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EC0A7D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EC0A7D">
        <w:rPr>
          <w:rFonts w:ascii="Corbel" w:hAnsi="Corbel"/>
          <w:bCs/>
          <w:i/>
          <w:sz w:val="24"/>
          <w:szCs w:val="24"/>
        </w:rPr>
        <w:t xml:space="preserve"> nr </w:t>
      </w:r>
      <w:r w:rsidRPr="00EC0A7D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EC0A7D" w:rsidR="0085747A" w:rsidP="009C54AE" w:rsidRDefault="0085747A" w14:paraId="3B30ED0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0A7D">
        <w:rPr>
          <w:rFonts w:ascii="Corbel" w:hAnsi="Corbel"/>
          <w:b/>
          <w:smallCaps/>
          <w:sz w:val="24"/>
          <w:szCs w:val="24"/>
        </w:rPr>
        <w:t>SYLABUS</w:t>
      </w:r>
    </w:p>
    <w:p w:rsidRPr="00EC0A7D" w:rsidR="0085747A" w:rsidP="3CAF06F7" w:rsidRDefault="0071620A" w14:paraId="3B30ED0A" w14:textId="206E6222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3CAF06F7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3CAF06F7" w:rsidR="00EC0A7D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Pr="3CAF06F7" w:rsidR="00F7152B">
        <w:rPr>
          <w:rFonts w:ascii="Corbel" w:hAnsi="Corbel"/>
          <w:b/>
          <w:bCs/>
          <w:i/>
          <w:iCs/>
          <w:smallCaps/>
          <w:sz w:val="24"/>
          <w:szCs w:val="24"/>
        </w:rPr>
        <w:t>20</w:t>
      </w:r>
      <w:r w:rsidRPr="3CAF06F7" w:rsidR="00AC7520">
        <w:rPr>
          <w:rFonts w:ascii="Corbel" w:hAnsi="Corbel"/>
          <w:b/>
          <w:bCs/>
          <w:i/>
          <w:iCs/>
          <w:smallCaps/>
          <w:sz w:val="24"/>
          <w:szCs w:val="24"/>
        </w:rPr>
        <w:t>19</w:t>
      </w:r>
      <w:r w:rsidRPr="3CAF06F7" w:rsidR="00EC0A7D">
        <w:rPr>
          <w:rFonts w:ascii="Corbel" w:hAnsi="Corbel"/>
          <w:b/>
          <w:bCs/>
          <w:i/>
          <w:iCs/>
          <w:smallCaps/>
          <w:sz w:val="24"/>
          <w:szCs w:val="24"/>
        </w:rPr>
        <w:t>-</w:t>
      </w:r>
      <w:r w:rsidRPr="3CAF06F7" w:rsidR="00F7152B">
        <w:rPr>
          <w:rFonts w:ascii="Corbel" w:hAnsi="Corbel"/>
          <w:b/>
          <w:bCs/>
          <w:i/>
          <w:iCs/>
          <w:smallCaps/>
          <w:sz w:val="24"/>
          <w:szCs w:val="24"/>
        </w:rPr>
        <w:t>202</w:t>
      </w:r>
      <w:r w:rsidRPr="3CAF06F7" w:rsidR="146D2397">
        <w:rPr>
          <w:rFonts w:ascii="Corbel" w:hAnsi="Corbel"/>
          <w:b/>
          <w:bCs/>
          <w:i/>
          <w:iCs/>
          <w:smallCaps/>
          <w:sz w:val="24"/>
          <w:szCs w:val="24"/>
        </w:rPr>
        <w:t>2</w:t>
      </w:r>
    </w:p>
    <w:p w:rsidRPr="00EC0A7D" w:rsidR="0085747A" w:rsidP="00EA4832" w:rsidRDefault="0085747A" w14:paraId="3B30ED0B" w14:textId="5EAC478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EC0A7D" w:rsidR="00445970" w:rsidP="00EA4832" w:rsidRDefault="00C84CDE" w14:paraId="3B30ED0C" w14:textId="5D01A24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>Rok akademicki 202</w:t>
      </w:r>
      <w:r w:rsidRPr="00EC0A7D" w:rsidR="294693A3">
        <w:rPr>
          <w:rFonts w:ascii="Corbel" w:hAnsi="Corbel"/>
          <w:sz w:val="24"/>
          <w:szCs w:val="24"/>
        </w:rPr>
        <w:t>1</w:t>
      </w:r>
      <w:r w:rsidRPr="00EC0A7D">
        <w:rPr>
          <w:rFonts w:ascii="Corbel" w:hAnsi="Corbel"/>
          <w:sz w:val="24"/>
          <w:szCs w:val="24"/>
        </w:rPr>
        <w:t>/202</w:t>
      </w:r>
      <w:r w:rsidRPr="00EC0A7D" w:rsidR="043793B0">
        <w:rPr>
          <w:rFonts w:ascii="Corbel" w:hAnsi="Corbel"/>
          <w:sz w:val="24"/>
          <w:szCs w:val="24"/>
        </w:rPr>
        <w:t>2</w:t>
      </w:r>
    </w:p>
    <w:p w:rsidRPr="00EC0A7D" w:rsidR="0085747A" w:rsidP="009C54AE" w:rsidRDefault="0085747A" w14:paraId="3B30ED0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C0A7D" w:rsidR="0085747A" w:rsidP="009C54AE" w:rsidRDefault="0071620A" w14:paraId="3B30ED0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0A7D">
        <w:rPr>
          <w:rFonts w:ascii="Corbel" w:hAnsi="Corbel"/>
          <w:szCs w:val="24"/>
        </w:rPr>
        <w:t xml:space="preserve">1. </w:t>
      </w:r>
      <w:r w:rsidRPr="00EC0A7D" w:rsidR="0085747A">
        <w:rPr>
          <w:rFonts w:ascii="Corbel" w:hAnsi="Corbel"/>
          <w:szCs w:val="24"/>
        </w:rPr>
        <w:t xml:space="preserve">Podstawowe </w:t>
      </w:r>
      <w:r w:rsidRPr="00EC0A7D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C0A7D" w:rsidR="0085747A" w:rsidTr="2BEEBE13" w14:paraId="3B30ED11" w14:textId="77777777">
        <w:tc>
          <w:tcPr>
            <w:tcW w:w="2694" w:type="dxa"/>
            <w:tcMar/>
            <w:vAlign w:val="center"/>
          </w:tcPr>
          <w:p w:rsidRPr="00EC0A7D" w:rsidR="0085747A" w:rsidP="009C54AE" w:rsidRDefault="00C05F44" w14:paraId="3B30ED0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EC0A7D" w:rsidR="0085747A" w:rsidP="009C54AE" w:rsidRDefault="00F7152B" w14:paraId="3B30ED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Zajęcia warsztatowe z zakresu bezpieczeństwa publicznego</w:t>
            </w:r>
          </w:p>
        </w:tc>
      </w:tr>
      <w:tr w:rsidRPr="00EC0A7D" w:rsidR="0085747A" w:rsidTr="2BEEBE13" w14:paraId="3B30ED14" w14:textId="77777777">
        <w:tc>
          <w:tcPr>
            <w:tcW w:w="2694" w:type="dxa"/>
            <w:tcMar/>
            <w:vAlign w:val="center"/>
          </w:tcPr>
          <w:p w:rsidRPr="00EC0A7D" w:rsidR="0085747A" w:rsidP="009C54AE" w:rsidRDefault="00C05F44" w14:paraId="3B30ED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Kod przedmiotu</w:t>
            </w:r>
            <w:r w:rsidRPr="00EC0A7D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EC0A7D" w:rsidR="0085747A" w:rsidP="009C54AE" w:rsidRDefault="008E1E7A" w14:paraId="3B30ED1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BW69</w:t>
            </w:r>
          </w:p>
        </w:tc>
      </w:tr>
      <w:tr w:rsidRPr="00EC0A7D" w:rsidR="0085747A" w:rsidTr="2BEEBE13" w14:paraId="3B30ED17" w14:textId="77777777">
        <w:tc>
          <w:tcPr>
            <w:tcW w:w="2694" w:type="dxa"/>
            <w:tcMar/>
            <w:vAlign w:val="center"/>
          </w:tcPr>
          <w:p w:rsidRPr="00EC0A7D" w:rsidR="0085747A" w:rsidP="00EA4832" w:rsidRDefault="0085747A" w14:paraId="3B30ED1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</w:t>
            </w:r>
            <w:r w:rsidRPr="00EC0A7D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EC0A7D" w:rsidR="0085747A" w:rsidP="009C54AE" w:rsidRDefault="00F7152B" w14:paraId="3B30ED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EC0A7D" w:rsidR="0085747A" w:rsidTr="2BEEBE13" w14:paraId="3B30ED1A" w14:textId="77777777">
        <w:tc>
          <w:tcPr>
            <w:tcW w:w="2694" w:type="dxa"/>
            <w:tcMar/>
            <w:vAlign w:val="center"/>
          </w:tcPr>
          <w:p w:rsidRPr="00EC0A7D" w:rsidR="0085747A" w:rsidP="009C54AE" w:rsidRDefault="0085747A" w14:paraId="3B30ED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EC0A7D" w:rsidR="0085747A" w:rsidP="009C54AE" w:rsidRDefault="00813280" w14:paraId="3B30ED19" w14:textId="2319B5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EC0A7D" w:rsidR="0085747A" w:rsidTr="2BEEBE13" w14:paraId="3B30ED1D" w14:textId="77777777">
        <w:tc>
          <w:tcPr>
            <w:tcW w:w="2694" w:type="dxa"/>
            <w:tcMar/>
            <w:vAlign w:val="center"/>
          </w:tcPr>
          <w:p w:rsidRPr="00EC0A7D" w:rsidR="0085747A" w:rsidP="009C54AE" w:rsidRDefault="0085747A" w14:paraId="3B30ED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EC0A7D" w:rsidR="0085747A" w:rsidP="009C54AE" w:rsidRDefault="00F7152B" w14:paraId="3B30ED1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EC0A7D" w:rsidR="0085747A" w:rsidTr="2BEEBE13" w14:paraId="3B30ED20" w14:textId="77777777">
        <w:tc>
          <w:tcPr>
            <w:tcW w:w="2694" w:type="dxa"/>
            <w:tcMar/>
            <w:vAlign w:val="center"/>
          </w:tcPr>
          <w:p w:rsidRPr="00EC0A7D" w:rsidR="0085747A" w:rsidP="009C54AE" w:rsidRDefault="00DE4A14" w14:paraId="3B30ED1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EC0A7D" w:rsidR="0085747A" w:rsidP="009C54AE" w:rsidRDefault="00F7152B" w14:paraId="3B30ED1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EC0A7D" w:rsidR="0085747A" w:rsidTr="2BEEBE13" w14:paraId="3B30ED23" w14:textId="77777777">
        <w:tc>
          <w:tcPr>
            <w:tcW w:w="2694" w:type="dxa"/>
            <w:tcMar/>
            <w:vAlign w:val="center"/>
          </w:tcPr>
          <w:p w:rsidRPr="00EC0A7D" w:rsidR="0085747A" w:rsidP="009C54AE" w:rsidRDefault="0085747A" w14:paraId="3B30ED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EC0A7D" w:rsidR="0085747A" w:rsidP="009C54AE" w:rsidRDefault="00F7152B" w14:paraId="3B30ED2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EC0A7D" w:rsidR="0085747A" w:rsidTr="2BEEBE13" w14:paraId="3B30ED26" w14:textId="77777777">
        <w:tc>
          <w:tcPr>
            <w:tcW w:w="2694" w:type="dxa"/>
            <w:tcMar/>
            <w:vAlign w:val="center"/>
          </w:tcPr>
          <w:p w:rsidRPr="00EC0A7D" w:rsidR="0085747A" w:rsidP="009C54AE" w:rsidRDefault="0085747A" w14:paraId="3B30ED2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EC0A7D" w:rsidR="0085747A" w:rsidP="2350128D" w:rsidRDefault="5AF67510" w14:paraId="3B30ED25" w14:textId="293A32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350128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Pr="00EC0A7D" w:rsidR="0085747A" w:rsidTr="2BEEBE13" w14:paraId="3B30ED29" w14:textId="77777777">
        <w:tc>
          <w:tcPr>
            <w:tcW w:w="2694" w:type="dxa"/>
            <w:tcMar/>
            <w:vAlign w:val="center"/>
          </w:tcPr>
          <w:p w:rsidRPr="00EC0A7D" w:rsidR="0085747A" w:rsidP="009C54AE" w:rsidRDefault="0085747A" w14:paraId="3B30ED2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Rok i semestr</w:t>
            </w:r>
            <w:r w:rsidRPr="00EC0A7D" w:rsidR="0030395F">
              <w:rPr>
                <w:rFonts w:ascii="Corbel" w:hAnsi="Corbel"/>
                <w:sz w:val="24"/>
                <w:szCs w:val="24"/>
              </w:rPr>
              <w:t>/y</w:t>
            </w:r>
            <w:r w:rsidRPr="00EC0A7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EC0A7D" w:rsidR="0085747A" w:rsidP="2BEEBE13" w:rsidRDefault="00F7152B" w14:paraId="3B30ED28" w14:textId="79A91D8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BEEBE13" w:rsidR="00F7152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III rok </w:t>
            </w:r>
            <w:r w:rsidRPr="2BEEBE13" w:rsidR="09A93F31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2BEEBE13" w:rsidR="00F7152B">
              <w:rPr>
                <w:rFonts w:ascii="Corbel" w:hAnsi="Corbel"/>
                <w:b w:val="0"/>
                <w:bCs w:val="0"/>
                <w:sz w:val="24"/>
                <w:szCs w:val="24"/>
              </w:rPr>
              <w:t>VI semestr</w:t>
            </w:r>
          </w:p>
        </w:tc>
      </w:tr>
      <w:tr w:rsidRPr="00EC0A7D" w:rsidR="0085747A" w:rsidTr="2BEEBE13" w14:paraId="3B30ED2C" w14:textId="77777777">
        <w:tc>
          <w:tcPr>
            <w:tcW w:w="2694" w:type="dxa"/>
            <w:tcMar/>
            <w:vAlign w:val="center"/>
          </w:tcPr>
          <w:p w:rsidRPr="00EC0A7D" w:rsidR="0085747A" w:rsidP="009C54AE" w:rsidRDefault="0085747A" w14:paraId="3B30ED2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EC0A7D" w:rsidR="0085747A" w:rsidP="009C54AE" w:rsidRDefault="004A66EA" w14:paraId="3B30ED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Pr="00EC0A7D" w:rsidR="00923D7D" w:rsidTr="2BEEBE13" w14:paraId="3B30ED2F" w14:textId="77777777">
        <w:tc>
          <w:tcPr>
            <w:tcW w:w="2694" w:type="dxa"/>
            <w:tcMar/>
            <w:vAlign w:val="center"/>
          </w:tcPr>
          <w:p w:rsidRPr="00EC0A7D" w:rsidR="00923D7D" w:rsidP="009C54AE" w:rsidRDefault="00923D7D" w14:paraId="3B30ED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EC0A7D" w:rsidR="00923D7D" w:rsidP="009C54AE" w:rsidRDefault="00C205A1" w14:paraId="3B30ED2E" w14:textId="7245DE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EC0A7D" w:rsidR="00F7152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EC0A7D" w:rsidR="0085747A" w:rsidTr="2BEEBE13" w14:paraId="3B30ED32" w14:textId="77777777">
        <w:tc>
          <w:tcPr>
            <w:tcW w:w="2694" w:type="dxa"/>
            <w:tcMar/>
            <w:vAlign w:val="center"/>
          </w:tcPr>
          <w:p w:rsidRPr="00EC0A7D" w:rsidR="0085747A" w:rsidP="009C54AE" w:rsidRDefault="0085747A" w14:paraId="3B30ED3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EC0A7D" w:rsidR="0085747A" w:rsidP="009C54AE" w:rsidRDefault="004A66EA" w14:paraId="3B30ED3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Pr="00EC0A7D" w:rsidR="00F7152B">
              <w:rPr>
                <w:rFonts w:ascii="Corbel" w:hAnsi="Corbel"/>
                <w:b w:val="0"/>
                <w:sz w:val="24"/>
                <w:szCs w:val="24"/>
              </w:rPr>
              <w:t>Sabina Grabowska</w:t>
            </w:r>
            <w:r w:rsidRPr="00EC0A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Pr="00EC0A7D" w:rsidR="0085747A" w:rsidTr="2BEEBE13" w14:paraId="3B30ED35" w14:textId="77777777">
        <w:tc>
          <w:tcPr>
            <w:tcW w:w="2694" w:type="dxa"/>
            <w:tcMar/>
            <w:vAlign w:val="center"/>
          </w:tcPr>
          <w:p w:rsidRPr="00EC0A7D" w:rsidR="0085747A" w:rsidP="009C54AE" w:rsidRDefault="0085747A" w14:paraId="3B30ED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EC0A7D" w:rsidR="0085747A" w:rsidP="009C54AE" w:rsidRDefault="00C205A1" w14:paraId="3B30ED34" w14:textId="5F3823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mgr</w:t>
            </w:r>
            <w:r w:rsidRPr="00EC0A7D" w:rsidR="00F7152B">
              <w:rPr>
                <w:rFonts w:ascii="Corbel" w:hAnsi="Corbel"/>
                <w:b w:val="0"/>
                <w:sz w:val="24"/>
                <w:szCs w:val="24"/>
              </w:rPr>
              <w:t xml:space="preserve"> Damian Wicherek</w:t>
            </w:r>
          </w:p>
        </w:tc>
      </w:tr>
    </w:tbl>
    <w:p w:rsidRPr="00EC0A7D" w:rsidR="00923D7D" w:rsidP="00AD37F6" w:rsidRDefault="0085747A" w14:paraId="3B30ED37" w14:textId="1EE944A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* </w:t>
      </w:r>
      <w:r w:rsidRPr="00EC0A7D">
        <w:rPr>
          <w:rFonts w:ascii="Corbel" w:hAnsi="Corbel"/>
          <w:i/>
          <w:sz w:val="24"/>
          <w:szCs w:val="24"/>
        </w:rPr>
        <w:t>-</w:t>
      </w:r>
      <w:r w:rsidRPr="00EC0A7D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EC0A7D" w:rsidR="00B90885">
        <w:rPr>
          <w:rFonts w:ascii="Corbel" w:hAnsi="Corbel"/>
          <w:b w:val="0"/>
          <w:sz w:val="24"/>
          <w:szCs w:val="24"/>
        </w:rPr>
        <w:t>e,</w:t>
      </w:r>
      <w:r w:rsidRPr="00EC0A7D" w:rsidR="004A66EA">
        <w:rPr>
          <w:rFonts w:ascii="Corbel" w:hAnsi="Corbel"/>
          <w:b w:val="0"/>
          <w:sz w:val="24"/>
          <w:szCs w:val="24"/>
        </w:rPr>
        <w:t xml:space="preserve"> </w:t>
      </w:r>
      <w:r w:rsidRPr="00EC0A7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EC0A7D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EC0A7D" w:rsidR="0085747A" w:rsidP="009C54AE" w:rsidRDefault="0085747A" w14:paraId="3B30ED3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>1.</w:t>
      </w:r>
      <w:r w:rsidRPr="00EC0A7D" w:rsidR="00E22FBC">
        <w:rPr>
          <w:rFonts w:ascii="Corbel" w:hAnsi="Corbel"/>
          <w:sz w:val="24"/>
          <w:szCs w:val="24"/>
        </w:rPr>
        <w:t>1</w:t>
      </w:r>
      <w:r w:rsidRPr="00EC0A7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EC0A7D" w:rsidR="00923D7D" w:rsidP="009C54AE" w:rsidRDefault="00923D7D" w14:paraId="3B30ED3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Pr="00EC0A7D" w:rsidR="00015B8F" w:rsidTr="2350128D" w14:paraId="3B30ED45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C0A7D" w:rsidR="00015B8F" w:rsidP="009C54AE" w:rsidRDefault="00015B8F" w14:paraId="3B30ED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Semestr</w:t>
            </w:r>
          </w:p>
          <w:p w:rsidRPr="00EC0A7D" w:rsidR="00015B8F" w:rsidP="009C54AE" w:rsidRDefault="002B5EA0" w14:paraId="3B30ED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(</w:t>
            </w:r>
            <w:r w:rsidRPr="00EC0A7D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0A7D" w:rsidR="00015B8F" w:rsidP="009C54AE" w:rsidRDefault="00015B8F" w14:paraId="3B30ED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Wykł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0A7D" w:rsidR="00015B8F" w:rsidP="009C54AE" w:rsidRDefault="00015B8F" w14:paraId="3B30ED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0A7D" w:rsidR="00015B8F" w:rsidP="009C54AE" w:rsidRDefault="00015B8F" w14:paraId="3B30ED3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Konw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0A7D" w:rsidR="00015B8F" w:rsidP="009C54AE" w:rsidRDefault="00015B8F" w14:paraId="3B30ED3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015B8F" w14:paraId="3B30ED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Sem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0A7D" w:rsidR="00015B8F" w:rsidP="009C54AE" w:rsidRDefault="00015B8F" w14:paraId="3B30ED4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0A7D" w:rsidR="00015B8F" w:rsidP="009C54AE" w:rsidRDefault="00015B8F" w14:paraId="3B30ED4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A7D">
              <w:rPr>
                <w:rFonts w:ascii="Corbel" w:hAnsi="Corbel"/>
                <w:szCs w:val="24"/>
              </w:rPr>
              <w:t>Prakt</w:t>
            </w:r>
            <w:proofErr w:type="spellEnd"/>
            <w:r w:rsidRPr="00EC0A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0A7D" w:rsidR="00015B8F" w:rsidP="009C54AE" w:rsidRDefault="00813280" w14:paraId="3B30ED43" w14:textId="23FBAF6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EC0A7D" w:rsidR="00015B8F" w:rsidP="009C54AE" w:rsidRDefault="00015B8F" w14:paraId="3B30ED4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0A7D">
              <w:rPr>
                <w:rFonts w:ascii="Corbel" w:hAnsi="Corbel"/>
                <w:b/>
                <w:szCs w:val="24"/>
              </w:rPr>
              <w:t>Liczba pkt</w:t>
            </w:r>
            <w:r w:rsidRPr="00EC0A7D" w:rsidR="00B90885">
              <w:rPr>
                <w:rFonts w:ascii="Corbel" w:hAnsi="Corbel"/>
                <w:b/>
                <w:szCs w:val="24"/>
              </w:rPr>
              <w:t>.</w:t>
            </w:r>
            <w:r w:rsidRPr="00EC0A7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EC0A7D" w:rsidR="00015B8F" w:rsidTr="2350128D" w14:paraId="3B30ED50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EC0A7D" w:rsidR="00015B8F" w:rsidP="009C54AE" w:rsidRDefault="00AD37F6" w14:paraId="3B30ED46" w14:textId="69EA5A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015B8F" w14:paraId="3B30ED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015B8F" w14:paraId="3B30ED4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015B8F" w14:paraId="3B30ED49" w14:textId="037855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015B8F" w14:paraId="3B30ED4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015B8F" w14:paraId="3B30ED4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015B8F" w14:paraId="3B30ED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015B8F" w14:paraId="3B30ED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1D29B998" w14:paraId="3B30ED4E" w14:textId="4D1217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350128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C0A7D" w:rsidR="00015B8F" w:rsidP="009C54AE" w:rsidRDefault="00667989" w14:paraId="3B30ED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EC0A7D" w:rsidR="00923D7D" w:rsidP="009C54AE" w:rsidRDefault="00923D7D" w14:paraId="3B30ED5C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EC0A7D" w:rsidR="00923D7D" w:rsidP="009C54AE" w:rsidRDefault="00923D7D" w14:paraId="3B30ED5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EC0A7D" w:rsidR="0085747A" w:rsidP="00F83B28" w:rsidRDefault="0085747A" w14:paraId="3B30ED5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1.</w:t>
      </w:r>
      <w:r w:rsidRPr="00EC0A7D" w:rsidR="00E22FBC">
        <w:rPr>
          <w:rFonts w:ascii="Corbel" w:hAnsi="Corbel"/>
          <w:smallCaps w:val="0"/>
          <w:szCs w:val="24"/>
        </w:rPr>
        <w:t>2</w:t>
      </w:r>
      <w:r w:rsidRPr="00EC0A7D" w:rsidR="00F83B28">
        <w:rPr>
          <w:rFonts w:ascii="Corbel" w:hAnsi="Corbel"/>
          <w:smallCaps w:val="0"/>
          <w:szCs w:val="24"/>
        </w:rPr>
        <w:t>.</w:t>
      </w:r>
      <w:r w:rsidRPr="00EC0A7D" w:rsidR="00F83B28">
        <w:rPr>
          <w:rFonts w:ascii="Corbel" w:hAnsi="Corbel"/>
          <w:smallCaps w:val="0"/>
          <w:szCs w:val="24"/>
        </w:rPr>
        <w:tab/>
      </w:r>
      <w:r w:rsidRPr="00EC0A7D">
        <w:rPr>
          <w:rFonts w:ascii="Corbel" w:hAnsi="Corbel"/>
          <w:smallCaps w:val="0"/>
          <w:szCs w:val="24"/>
        </w:rPr>
        <w:t xml:space="preserve">Sposób realizacji zajęć  </w:t>
      </w:r>
    </w:p>
    <w:p w:rsidRPr="00EC0A7D" w:rsidR="0085747A" w:rsidP="00F83B28" w:rsidRDefault="00813280" w14:paraId="3B30ED5F" w14:textId="5B7B9B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30EE0E" wp14:editId="30377B22">
                <wp:simplePos x="0" y="0"/>
                <wp:positionH relativeFrom="column">
                  <wp:posOffset>489585</wp:posOffset>
                </wp:positionH>
                <wp:positionV relativeFrom="paragraph">
                  <wp:posOffset>48260</wp:posOffset>
                </wp:positionV>
                <wp:extent cx="76200" cy="104775"/>
                <wp:effectExtent l="0" t="0" r="0" b="9525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0" cy="104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32FC9576">
              <v:line id="Łącznik prosty 3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8.55pt,3.8pt" to="44.55pt,12.05pt" w14:anchorId="243B82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">
                <o:lock v:ext="edit" shapetype="f"/>
              </v:line>
            </w:pict>
          </mc:Fallback>
        </mc:AlternateContent>
      </w:r>
      <w:r w:rsidRPr="00EC0A7D">
        <w:rPr>
          <w:rFonts w:ascii="Corbel" w:hAnsi="Corbel" w:eastAsia="MS Gothic" w:cs="MS Gothic"/>
          <w:b w:val="0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0EE0F" wp14:editId="51BC6C3A">
                <wp:simplePos x="0" y="0"/>
                <wp:positionH relativeFrom="column">
                  <wp:posOffset>470535</wp:posOffset>
                </wp:positionH>
                <wp:positionV relativeFrom="paragraph">
                  <wp:posOffset>57785</wp:posOffset>
                </wp:positionV>
                <wp:extent cx="114300" cy="9525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0" cy="95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0181969">
              <v:line id="Łącznik prosty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black [3213]" from="37.05pt,4.55pt" to="46.05pt,12.05pt" w14:anchorId="25032D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">
                <o:lock v:ext="edit" shapetype="f"/>
              </v:line>
            </w:pict>
          </mc:Fallback>
        </mc:AlternateContent>
      </w:r>
      <w:r w:rsidRPr="00EC0A7D" w:rsidR="0085747A">
        <w:rPr>
          <w:rFonts w:ascii="Segoe UI Symbol" w:hAnsi="Segoe UI Symbol" w:eastAsia="MS Gothic" w:cs="Segoe UI Symbol"/>
          <w:b w:val="0"/>
          <w:szCs w:val="24"/>
        </w:rPr>
        <w:t>☐</w:t>
      </w:r>
      <w:r w:rsidRPr="00EC0A7D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EC0A7D" w:rsidR="0085747A" w:rsidP="00F83B28" w:rsidRDefault="0085747A" w14:paraId="3B30ED6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0A7D">
        <w:rPr>
          <w:rFonts w:ascii="Segoe UI Symbol" w:hAnsi="Segoe UI Symbol" w:eastAsia="MS Gothic" w:cs="Segoe UI Symbol"/>
          <w:b w:val="0"/>
          <w:szCs w:val="24"/>
        </w:rPr>
        <w:t>☐</w:t>
      </w:r>
      <w:r w:rsidRPr="00EC0A7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EC0A7D" w:rsidR="0085747A" w:rsidP="009C54AE" w:rsidRDefault="0085747A" w14:paraId="3B30ED6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C0A7D" w:rsidR="00E22FBC" w:rsidP="00F83B28" w:rsidRDefault="00E22FBC" w14:paraId="3B30ED6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1.3 </w:t>
      </w:r>
      <w:r w:rsidRPr="00EC0A7D" w:rsidR="00F83B28">
        <w:rPr>
          <w:rFonts w:ascii="Corbel" w:hAnsi="Corbel"/>
          <w:smallCaps w:val="0"/>
          <w:szCs w:val="24"/>
        </w:rPr>
        <w:tab/>
      </w:r>
      <w:r w:rsidRPr="00EC0A7D">
        <w:rPr>
          <w:rFonts w:ascii="Corbel" w:hAnsi="Corbel"/>
          <w:smallCaps w:val="0"/>
          <w:szCs w:val="24"/>
        </w:rPr>
        <w:t>For</w:t>
      </w:r>
      <w:r w:rsidRPr="00EC0A7D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EC0A7D">
        <w:rPr>
          <w:rFonts w:ascii="Corbel" w:hAnsi="Corbel"/>
          <w:smallCaps w:val="0"/>
          <w:szCs w:val="24"/>
        </w:rPr>
        <w:t xml:space="preserve"> (z toku) </w:t>
      </w:r>
      <w:r w:rsidRPr="00EC0A7D">
        <w:rPr>
          <w:rFonts w:ascii="Corbel" w:hAnsi="Corbel"/>
          <w:b w:val="0"/>
          <w:smallCaps w:val="0"/>
          <w:szCs w:val="24"/>
        </w:rPr>
        <w:t xml:space="preserve">(egzamin, </w:t>
      </w:r>
      <w:r w:rsidRPr="00EC0A7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C0A7D">
        <w:rPr>
          <w:rFonts w:ascii="Corbel" w:hAnsi="Corbel"/>
          <w:b w:val="0"/>
          <w:smallCaps w:val="0"/>
          <w:szCs w:val="24"/>
        </w:rPr>
        <w:t>, zaliczenie bez oceny)</w:t>
      </w:r>
    </w:p>
    <w:p w:rsidRPr="00EC0A7D" w:rsidR="00E960BB" w:rsidP="009C54AE" w:rsidRDefault="00E960BB" w14:paraId="3B30ED6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C0A7D" w:rsidR="00E960BB" w:rsidP="009C54AE" w:rsidRDefault="0085747A" w14:paraId="3B30ED6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C0A7D" w:rsidR="0085747A" w:rsidTr="00745302" w14:paraId="3B30ED67" w14:textId="77777777">
        <w:tc>
          <w:tcPr>
            <w:tcW w:w="9670" w:type="dxa"/>
          </w:tcPr>
          <w:p w:rsidRPr="00EC0A7D" w:rsidR="0085747A" w:rsidP="009C54AE" w:rsidRDefault="007F54D0" w14:paraId="3B30ED6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bezpieczeństwa publicznego w tym kompetencji organów państwowych oraz procesu podejmowania decyzji w sytuacji zagrożenia bezpieczeństwa publicznego. </w:t>
            </w:r>
          </w:p>
        </w:tc>
      </w:tr>
    </w:tbl>
    <w:p w:rsidRPr="00EC0A7D" w:rsidR="00153C41" w:rsidP="009C54AE" w:rsidRDefault="00153C41" w14:paraId="3B30ED68" w14:textId="07B51753">
      <w:pPr>
        <w:pStyle w:val="Punktygwne"/>
        <w:spacing w:before="0" w:after="0"/>
        <w:rPr>
          <w:rFonts w:ascii="Corbel" w:hAnsi="Corbel"/>
          <w:szCs w:val="24"/>
        </w:rPr>
      </w:pPr>
    </w:p>
    <w:p w:rsidRPr="00EC0A7D" w:rsidR="00C205A1" w:rsidP="009C54AE" w:rsidRDefault="00C205A1" w14:paraId="494C7A22" w14:textId="15F63FEC">
      <w:pPr>
        <w:pStyle w:val="Punktygwne"/>
        <w:spacing w:before="0" w:after="0"/>
        <w:rPr>
          <w:rFonts w:ascii="Corbel" w:hAnsi="Corbel"/>
          <w:szCs w:val="24"/>
        </w:rPr>
      </w:pPr>
    </w:p>
    <w:p w:rsidRPr="00EC0A7D" w:rsidR="00C205A1" w:rsidP="009C54AE" w:rsidRDefault="00C205A1" w14:paraId="22FF04D9" w14:textId="2C69B095">
      <w:pPr>
        <w:pStyle w:val="Punktygwne"/>
        <w:spacing w:before="0" w:after="0"/>
        <w:rPr>
          <w:rFonts w:ascii="Corbel" w:hAnsi="Corbel"/>
          <w:szCs w:val="24"/>
        </w:rPr>
      </w:pPr>
    </w:p>
    <w:p w:rsidRPr="00EC0A7D" w:rsidR="00C205A1" w:rsidP="009C54AE" w:rsidRDefault="00C205A1" w14:paraId="6DA7FCF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C0A7D" w:rsidR="0085747A" w:rsidP="009C54AE" w:rsidRDefault="0071620A" w14:paraId="3B30ED6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lastRenderedPageBreak/>
        <w:t>3.</w:t>
      </w:r>
      <w:r w:rsidRPr="00EC0A7D" w:rsidR="00A84C85">
        <w:rPr>
          <w:rFonts w:ascii="Corbel" w:hAnsi="Corbel"/>
          <w:szCs w:val="24"/>
        </w:rPr>
        <w:t>cele, efekty uczenia się</w:t>
      </w:r>
      <w:r w:rsidRPr="00EC0A7D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EC0A7D" w:rsidR="0085747A" w:rsidP="009C54AE" w:rsidRDefault="0085747A" w14:paraId="3B30ED6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C0A7D" w:rsidR="0085747A" w:rsidP="009C54AE" w:rsidRDefault="0071620A" w14:paraId="3B30ED6B" w14:textId="77777777">
      <w:pPr>
        <w:pStyle w:val="Podpunkty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3.1 </w:t>
      </w:r>
      <w:r w:rsidRPr="00EC0A7D" w:rsidR="00C05F44">
        <w:rPr>
          <w:rFonts w:ascii="Corbel" w:hAnsi="Corbel"/>
          <w:sz w:val="24"/>
          <w:szCs w:val="24"/>
        </w:rPr>
        <w:t>Cele przedmiotu</w:t>
      </w:r>
    </w:p>
    <w:p w:rsidRPr="00EC0A7D" w:rsidR="00F83B28" w:rsidP="009C54AE" w:rsidRDefault="00F83B28" w14:paraId="3B30ED6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EC0A7D" w:rsidR="0085747A" w:rsidTr="00923D7D" w14:paraId="3B30ED6F" w14:textId="77777777">
        <w:tc>
          <w:tcPr>
            <w:tcW w:w="851" w:type="dxa"/>
            <w:vAlign w:val="center"/>
          </w:tcPr>
          <w:p w:rsidRPr="00EC0A7D" w:rsidR="0085747A" w:rsidP="009C54AE" w:rsidRDefault="0085747A" w14:paraId="3B30ED6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EC0A7D" w:rsidR="0085747A" w:rsidP="009C54AE" w:rsidRDefault="000011ED" w14:paraId="3B30ED6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Wiedza na temat podstawowych pojęć z zakresu bezpieczeństwa publicznego</w:t>
            </w:r>
          </w:p>
        </w:tc>
      </w:tr>
      <w:tr w:rsidRPr="00EC0A7D" w:rsidR="0085747A" w:rsidTr="00923D7D" w14:paraId="3B30ED72" w14:textId="77777777">
        <w:tc>
          <w:tcPr>
            <w:tcW w:w="851" w:type="dxa"/>
            <w:vAlign w:val="center"/>
          </w:tcPr>
          <w:p w:rsidRPr="00EC0A7D" w:rsidR="0085747A" w:rsidP="009C54AE" w:rsidRDefault="000011ED" w14:paraId="3B30ED70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EC0A7D" w:rsidR="0085747A" w:rsidP="009C54AE" w:rsidRDefault="000011ED" w14:paraId="3B30ED7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Znajomość systemu bezpieczeństwa Polski</w:t>
            </w:r>
          </w:p>
        </w:tc>
      </w:tr>
      <w:tr w:rsidRPr="00EC0A7D" w:rsidR="00C205A1" w:rsidTr="00923D7D" w14:paraId="3DBC2FF4" w14:textId="77777777">
        <w:tc>
          <w:tcPr>
            <w:tcW w:w="851" w:type="dxa"/>
            <w:vAlign w:val="center"/>
          </w:tcPr>
          <w:p w:rsidRPr="00EC0A7D" w:rsidR="00C205A1" w:rsidP="009C54AE" w:rsidRDefault="00C205A1" w14:paraId="1160C0F9" w14:textId="4BD2376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EC0A7D" w:rsidR="00C205A1" w:rsidP="009C54AE" w:rsidRDefault="00C205A1" w14:paraId="47D7D2BB" w14:textId="6747B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Kompetencje organów państwowych mających wpływ na bezpieczeństwo państwa</w:t>
            </w:r>
          </w:p>
        </w:tc>
      </w:tr>
      <w:tr w:rsidRPr="00EC0A7D" w:rsidR="0085747A" w:rsidTr="00923D7D" w14:paraId="3B30ED75" w14:textId="77777777">
        <w:tc>
          <w:tcPr>
            <w:tcW w:w="851" w:type="dxa"/>
            <w:vAlign w:val="center"/>
          </w:tcPr>
          <w:p w:rsidRPr="00EC0A7D" w:rsidR="0085747A" w:rsidP="009C54AE" w:rsidRDefault="0085747A" w14:paraId="3B30ED73" w14:textId="3BEA49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EC0A7D" w:rsidR="00C205A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Pr="00EC0A7D" w:rsidR="0085747A" w:rsidP="009C54AE" w:rsidRDefault="000011ED" w14:paraId="3B30ED7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Zagrożenia mające wpływ na bezpieczeństwo państwa</w:t>
            </w:r>
          </w:p>
        </w:tc>
      </w:tr>
    </w:tbl>
    <w:p w:rsidRPr="00EC0A7D" w:rsidR="0085747A" w:rsidP="009C54AE" w:rsidRDefault="0085747A" w14:paraId="3B30ED7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EC0A7D" w:rsidR="001D7B54" w:rsidP="009C54AE" w:rsidRDefault="009F4610" w14:paraId="3B30ED7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3.2 </w:t>
      </w:r>
      <w:r w:rsidRPr="00EC0A7D" w:rsidR="001D7B54">
        <w:rPr>
          <w:rFonts w:ascii="Corbel" w:hAnsi="Corbel"/>
          <w:b/>
          <w:sz w:val="24"/>
          <w:szCs w:val="24"/>
        </w:rPr>
        <w:t xml:space="preserve">Efekty </w:t>
      </w:r>
      <w:r w:rsidRPr="00EC0A7D" w:rsidR="00C05F44">
        <w:rPr>
          <w:rFonts w:ascii="Corbel" w:hAnsi="Corbel"/>
          <w:b/>
          <w:sz w:val="24"/>
          <w:szCs w:val="24"/>
        </w:rPr>
        <w:t xml:space="preserve">uczenia się </w:t>
      </w:r>
      <w:r w:rsidRPr="00EC0A7D" w:rsidR="001D7B54">
        <w:rPr>
          <w:rFonts w:ascii="Corbel" w:hAnsi="Corbel"/>
          <w:b/>
          <w:sz w:val="24"/>
          <w:szCs w:val="24"/>
        </w:rPr>
        <w:t>dla przedmiotu</w:t>
      </w:r>
    </w:p>
    <w:p w:rsidRPr="00EC0A7D" w:rsidR="001D7B54" w:rsidP="009C54AE" w:rsidRDefault="001D7B54" w14:paraId="3B30ED7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EC0A7D" w:rsidR="0085747A" w:rsidTr="000011ED" w14:paraId="3B30ED7C" w14:textId="77777777">
        <w:tc>
          <w:tcPr>
            <w:tcW w:w="1680" w:type="dxa"/>
            <w:vAlign w:val="center"/>
          </w:tcPr>
          <w:p w:rsidRPr="00EC0A7D" w:rsidR="0085747A" w:rsidP="009C54AE" w:rsidRDefault="0085747A" w14:paraId="3B30ED7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smallCaps w:val="0"/>
                <w:szCs w:val="24"/>
              </w:rPr>
              <w:t>EK</w:t>
            </w:r>
            <w:r w:rsidRPr="00EC0A7D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EC0A7D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C0A7D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Pr="00EC0A7D" w:rsidR="0085747A" w:rsidP="00C05F44" w:rsidRDefault="0085747A" w14:paraId="3B30ED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EC0A7D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EC0A7D" w:rsidR="0085747A" w:rsidP="00C05F44" w:rsidRDefault="0085747A" w14:paraId="3B30ED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0A7D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EC0A7D" w:rsidR="008E2475" w:rsidTr="000011ED" w14:paraId="3B30ED80" w14:textId="77777777">
        <w:tc>
          <w:tcPr>
            <w:tcW w:w="1680" w:type="dxa"/>
          </w:tcPr>
          <w:p w:rsidRPr="00EC0A7D" w:rsidR="008E2475" w:rsidP="008E2475" w:rsidRDefault="008E2475" w14:paraId="3B30ED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Pr="00EC0A7D" w:rsidR="008E2475" w:rsidP="008E2475" w:rsidRDefault="008E2475" w14:paraId="3B30ED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Analizuje przyczyny, przebieg procesów społecznych związanych z bezpieczeństwem publicznym</w:t>
            </w:r>
          </w:p>
        </w:tc>
        <w:tc>
          <w:tcPr>
            <w:tcW w:w="1865" w:type="dxa"/>
          </w:tcPr>
          <w:p w:rsidRPr="00EC0A7D" w:rsidR="008E2475" w:rsidP="008E2475" w:rsidRDefault="008E2475" w14:paraId="3B30ED7F" w14:textId="4E5C47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C0A7D" w:rsidR="00AD37F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Pr="00EC0A7D" w:rsidR="008E2475" w:rsidTr="000011ED" w14:paraId="3B30ED84" w14:textId="77777777">
        <w:tc>
          <w:tcPr>
            <w:tcW w:w="1680" w:type="dxa"/>
          </w:tcPr>
          <w:p w:rsidRPr="00EC0A7D" w:rsidR="008E2475" w:rsidP="008E2475" w:rsidRDefault="008E2475" w14:paraId="3B30ED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Pr="00EC0A7D" w:rsidR="008E2475" w:rsidP="008E2475" w:rsidRDefault="008E2475" w14:paraId="3B30ED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Posiada wiedzę na temat organów odpowiedzialnych za bezpieczeństwo państwa</w:t>
            </w:r>
          </w:p>
        </w:tc>
        <w:tc>
          <w:tcPr>
            <w:tcW w:w="1865" w:type="dxa"/>
          </w:tcPr>
          <w:p w:rsidRPr="00EC0A7D" w:rsidR="008E2475" w:rsidP="008E2475" w:rsidRDefault="008E2475" w14:paraId="3B30ED83" w14:textId="24C057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C0A7D" w:rsidR="00AD37F6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Pr="00EC0A7D" w:rsidR="008E2475" w:rsidTr="000011ED" w14:paraId="3B30ED88" w14:textId="77777777">
        <w:tc>
          <w:tcPr>
            <w:tcW w:w="1680" w:type="dxa"/>
          </w:tcPr>
          <w:p w:rsidRPr="00EC0A7D" w:rsidR="008E2475" w:rsidP="008E2475" w:rsidRDefault="008E2475" w14:paraId="3B30ED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Pr="00EC0A7D" w:rsidR="008E2475" w:rsidP="008E2475" w:rsidRDefault="008E2475" w14:paraId="3B30ED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Analizuje stosunki zachodzące w społeczeństwie i ich wpływ na bezpieczeństwo </w:t>
            </w:r>
            <w:r w:rsidRPr="00EC0A7D" w:rsidR="00A35474">
              <w:rPr>
                <w:rFonts w:ascii="Corbel" w:hAnsi="Corbel"/>
                <w:b w:val="0"/>
                <w:smallCaps w:val="0"/>
                <w:szCs w:val="24"/>
              </w:rPr>
              <w:t>publiczne</w:t>
            </w:r>
          </w:p>
        </w:tc>
        <w:tc>
          <w:tcPr>
            <w:tcW w:w="1865" w:type="dxa"/>
          </w:tcPr>
          <w:p w:rsidRPr="00EC0A7D" w:rsidR="008E2475" w:rsidP="008E2475" w:rsidRDefault="008E2475" w14:paraId="3B30ED87" w14:textId="53435C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EC0A7D" w:rsidR="0081328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Pr="00EC0A7D" w:rsidR="008E2475" w:rsidTr="000011ED" w14:paraId="3B30ED8C" w14:textId="77777777">
        <w:tc>
          <w:tcPr>
            <w:tcW w:w="1680" w:type="dxa"/>
          </w:tcPr>
          <w:p w:rsidRPr="00EC0A7D" w:rsidR="008E2475" w:rsidP="008E2475" w:rsidRDefault="008E2475" w14:paraId="3B30ED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Pr="00EC0A7D" w:rsidR="008E2475" w:rsidP="008E2475" w:rsidRDefault="008E2475" w14:paraId="3B30ED8A" w14:textId="68562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Potrafi szukać związków przyczynowo skutkowych w</w:t>
            </w:r>
            <w:r w:rsidRPr="00EC0A7D" w:rsidR="00C205A1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obszarach związanych z bezpieczeństwem publicznym</w:t>
            </w:r>
          </w:p>
        </w:tc>
        <w:tc>
          <w:tcPr>
            <w:tcW w:w="1865" w:type="dxa"/>
          </w:tcPr>
          <w:p w:rsidRPr="00EC0A7D" w:rsidR="008E2475" w:rsidP="008E2475" w:rsidRDefault="008E2475" w14:paraId="3B30ED8B" w14:textId="49F09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EC0A7D" w:rsidR="0081328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Pr="00EC0A7D" w:rsidR="008E2475" w:rsidTr="000011ED" w14:paraId="3B30ED90" w14:textId="77777777">
        <w:tc>
          <w:tcPr>
            <w:tcW w:w="1680" w:type="dxa"/>
          </w:tcPr>
          <w:p w:rsidRPr="00EC0A7D" w:rsidR="008E2475" w:rsidP="008E2475" w:rsidRDefault="008E2475" w14:paraId="3B30ED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:rsidRPr="00EC0A7D" w:rsidR="008E2475" w:rsidP="008E2475" w:rsidRDefault="008E2475" w14:paraId="3B30ED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Zdobytą wiedzę potrafi wykorzystać w praktyce, np. angażując się w działalność organizacji społecznych</w:t>
            </w:r>
          </w:p>
        </w:tc>
        <w:tc>
          <w:tcPr>
            <w:tcW w:w="1865" w:type="dxa"/>
          </w:tcPr>
          <w:p w:rsidRPr="00EC0A7D" w:rsidR="008E2475" w:rsidP="008E2475" w:rsidRDefault="008E2475" w14:paraId="3B30ED8F" w14:textId="15C45C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EC0A7D" w:rsidR="0081328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:rsidRPr="00EC0A7D" w:rsidR="0085747A" w:rsidP="009C54AE" w:rsidRDefault="0085747A" w14:paraId="3B30ED9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C0A7D" w:rsidR="0085747A" w:rsidP="009C54AE" w:rsidRDefault="00675843" w14:paraId="3B30ED9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>3.3</w:t>
      </w:r>
      <w:r w:rsidRPr="00EC0A7D" w:rsidR="0085747A">
        <w:rPr>
          <w:rFonts w:ascii="Corbel" w:hAnsi="Corbel"/>
          <w:b/>
          <w:sz w:val="24"/>
          <w:szCs w:val="24"/>
        </w:rPr>
        <w:t>T</w:t>
      </w:r>
      <w:r w:rsidRPr="00EC0A7D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EC0A7D" w:rsidR="0085747A" w:rsidP="009C54AE" w:rsidRDefault="0085747A" w14:paraId="3B30ED9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C0A7D" w:rsidR="0085747A" w:rsidP="009C54AE" w:rsidRDefault="0085747A" w14:paraId="3B30ED9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EC0A7D" w:rsidR="009F4610">
        <w:rPr>
          <w:rFonts w:ascii="Corbel" w:hAnsi="Corbel"/>
          <w:sz w:val="24"/>
          <w:szCs w:val="24"/>
        </w:rPr>
        <w:t xml:space="preserve">, </w:t>
      </w:r>
      <w:r w:rsidRPr="00EC0A7D">
        <w:rPr>
          <w:rFonts w:ascii="Corbel" w:hAnsi="Corbel"/>
          <w:sz w:val="24"/>
          <w:szCs w:val="24"/>
        </w:rPr>
        <w:t xml:space="preserve">zajęć praktycznych </w:t>
      </w:r>
    </w:p>
    <w:p w:rsidRPr="00EC0A7D" w:rsidR="0085747A" w:rsidP="009C54AE" w:rsidRDefault="0085747A" w14:paraId="3B30ED95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C0A7D" w:rsidR="0085747A" w:rsidTr="007F54D0" w14:paraId="3B30ED97" w14:textId="77777777">
        <w:tc>
          <w:tcPr>
            <w:tcW w:w="9520" w:type="dxa"/>
          </w:tcPr>
          <w:p w:rsidRPr="00EC0A7D" w:rsidR="0085747A" w:rsidP="009C54AE" w:rsidRDefault="0085747A" w14:paraId="3B30ED9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C0A7D" w:rsidR="0085747A" w:rsidTr="007F54D0" w14:paraId="3B30ED99" w14:textId="77777777">
        <w:tc>
          <w:tcPr>
            <w:tcW w:w="9520" w:type="dxa"/>
          </w:tcPr>
          <w:p w:rsidRPr="00EC0A7D" w:rsidR="0085747A" w:rsidP="009C54AE" w:rsidRDefault="000011ED" w14:paraId="3B30ED9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Strategia bezpieczeństwa RP</w:t>
            </w:r>
          </w:p>
        </w:tc>
      </w:tr>
      <w:tr w:rsidRPr="00EC0A7D" w:rsidR="00C205A1" w:rsidTr="007F54D0" w14:paraId="0833469A" w14:textId="77777777">
        <w:tc>
          <w:tcPr>
            <w:tcW w:w="9520" w:type="dxa"/>
          </w:tcPr>
          <w:p w:rsidRPr="00EC0A7D" w:rsidR="00C205A1" w:rsidP="009C54AE" w:rsidRDefault="00C205A1" w14:paraId="12C7707E" w14:textId="2D4B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Prezydenta RP w zakresie bezpieczeństwa Państwa</w:t>
            </w:r>
          </w:p>
        </w:tc>
      </w:tr>
      <w:tr w:rsidRPr="00EC0A7D" w:rsidR="00C205A1" w:rsidTr="007F54D0" w14:paraId="7D1897F1" w14:textId="77777777">
        <w:tc>
          <w:tcPr>
            <w:tcW w:w="9520" w:type="dxa"/>
          </w:tcPr>
          <w:p w:rsidRPr="00EC0A7D" w:rsidR="00C205A1" w:rsidP="009C54AE" w:rsidRDefault="00C205A1" w14:paraId="7227D4B8" w14:textId="3BB30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Rady Ministrów i Prezesa Rady Ministrów w zakresie bezpieczeństwa Państwa</w:t>
            </w:r>
          </w:p>
        </w:tc>
      </w:tr>
      <w:tr w:rsidRPr="00EC0A7D" w:rsidR="0085747A" w:rsidTr="007F54D0" w14:paraId="3B30ED9D" w14:textId="77777777">
        <w:tc>
          <w:tcPr>
            <w:tcW w:w="9520" w:type="dxa"/>
          </w:tcPr>
          <w:p w:rsidRPr="00EC0A7D" w:rsidR="0085747A" w:rsidP="009C54AE" w:rsidRDefault="000011ED" w14:paraId="3B30ED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Znaczenie służb, inspekcji i straży w systemie bezpieczeństwa państwa</w:t>
            </w:r>
          </w:p>
        </w:tc>
      </w:tr>
      <w:tr w:rsidRPr="00EC0A7D" w:rsidR="000011ED" w:rsidTr="007F54D0" w14:paraId="3B30ED9F" w14:textId="77777777">
        <w:tc>
          <w:tcPr>
            <w:tcW w:w="9520" w:type="dxa"/>
          </w:tcPr>
          <w:p w:rsidRPr="00EC0A7D" w:rsidR="000011ED" w:rsidP="009C54AE" w:rsidRDefault="000011ED" w14:paraId="3B30ED9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Wojsko</w:t>
            </w:r>
          </w:p>
        </w:tc>
      </w:tr>
      <w:tr w:rsidRPr="00EC0A7D" w:rsidR="00C205A1" w:rsidTr="007F54D0" w14:paraId="413EDDD4" w14:textId="77777777">
        <w:tc>
          <w:tcPr>
            <w:tcW w:w="9520" w:type="dxa"/>
          </w:tcPr>
          <w:p w:rsidRPr="00EC0A7D" w:rsidR="00C205A1" w:rsidP="009C54AE" w:rsidRDefault="00C205A1" w14:paraId="62C52C3C" w14:textId="081638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Żandarmeria Wojskowa</w:t>
            </w:r>
          </w:p>
        </w:tc>
      </w:tr>
      <w:tr w:rsidRPr="00EC0A7D" w:rsidR="000011ED" w:rsidTr="007F54D0" w14:paraId="3B30EDA1" w14:textId="77777777">
        <w:tc>
          <w:tcPr>
            <w:tcW w:w="9520" w:type="dxa"/>
          </w:tcPr>
          <w:p w:rsidRPr="00EC0A7D" w:rsidR="000011ED" w:rsidP="009C54AE" w:rsidRDefault="000011ED" w14:paraId="3B30ED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Policja</w:t>
            </w:r>
          </w:p>
        </w:tc>
      </w:tr>
      <w:tr w:rsidRPr="00EC0A7D" w:rsidR="000011ED" w:rsidTr="007F54D0" w14:paraId="3B30EDA3" w14:textId="77777777">
        <w:tc>
          <w:tcPr>
            <w:tcW w:w="9520" w:type="dxa"/>
          </w:tcPr>
          <w:p w:rsidRPr="00EC0A7D" w:rsidR="000011ED" w:rsidP="009C54AE" w:rsidRDefault="000011ED" w14:paraId="3B30EDA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Pożarna</w:t>
            </w:r>
          </w:p>
        </w:tc>
      </w:tr>
      <w:tr w:rsidRPr="00EC0A7D" w:rsidR="000011ED" w:rsidTr="007F54D0" w14:paraId="3B30EDA5" w14:textId="77777777">
        <w:tc>
          <w:tcPr>
            <w:tcW w:w="9520" w:type="dxa"/>
          </w:tcPr>
          <w:p w:rsidRPr="00EC0A7D" w:rsidR="000011ED" w:rsidP="009C54AE" w:rsidRDefault="000011ED" w14:paraId="3B30ED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Graniczna</w:t>
            </w:r>
          </w:p>
        </w:tc>
      </w:tr>
      <w:tr w:rsidRPr="00EC0A7D" w:rsidR="007F54D0" w:rsidTr="007F54D0" w14:paraId="3B30EDA9" w14:textId="77777777">
        <w:tc>
          <w:tcPr>
            <w:tcW w:w="9520" w:type="dxa"/>
          </w:tcPr>
          <w:p w:rsidRPr="00EC0A7D" w:rsidR="007F54D0" w:rsidP="009C54AE" w:rsidRDefault="007F54D0" w14:paraId="3B30EDA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Zagrożenia militarne i niemilitarne</w:t>
            </w:r>
          </w:p>
        </w:tc>
      </w:tr>
      <w:tr w:rsidRPr="00EC0A7D" w:rsidR="007F54D0" w:rsidTr="007F54D0" w14:paraId="3B30EDAB" w14:textId="77777777">
        <w:tc>
          <w:tcPr>
            <w:tcW w:w="9520" w:type="dxa"/>
          </w:tcPr>
          <w:p w:rsidRPr="00EC0A7D" w:rsidR="007F54D0" w:rsidP="009C54AE" w:rsidRDefault="007F54D0" w14:paraId="3B30ED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Wpływ procesów migracyjnych na bezpieczeństwo wewnętrzne państwa</w:t>
            </w:r>
          </w:p>
        </w:tc>
      </w:tr>
      <w:tr w:rsidRPr="00EC0A7D" w:rsidR="0085747A" w:rsidTr="007F54D0" w14:paraId="3B30EDAD" w14:textId="77777777">
        <w:tc>
          <w:tcPr>
            <w:tcW w:w="9520" w:type="dxa"/>
          </w:tcPr>
          <w:p w:rsidRPr="00EC0A7D" w:rsidR="0085747A" w:rsidP="009C54AE" w:rsidRDefault="007F54D0" w14:paraId="3B30EDA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Zadania organów samorządu terytorialnego w zapewnieniu bezpieczeństwa publicznego</w:t>
            </w:r>
          </w:p>
        </w:tc>
      </w:tr>
      <w:tr w:rsidRPr="00EC0A7D" w:rsidR="000011ED" w:rsidTr="007F54D0" w14:paraId="3B30EDAF" w14:textId="77777777">
        <w:tc>
          <w:tcPr>
            <w:tcW w:w="9520" w:type="dxa"/>
          </w:tcPr>
          <w:p w:rsidRPr="00EC0A7D" w:rsidR="000011ED" w:rsidP="009C54AE" w:rsidRDefault="000011ED" w14:paraId="3B30ED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Ochrona informacji niejawnych</w:t>
            </w:r>
          </w:p>
        </w:tc>
      </w:tr>
    </w:tbl>
    <w:p w:rsidRPr="00EC0A7D" w:rsidR="004A66EA" w:rsidP="009C54AE" w:rsidRDefault="004A66EA" w14:paraId="3B30EDB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C0A7D" w:rsidR="0085747A" w:rsidP="009C54AE" w:rsidRDefault="009F4610" w14:paraId="3B30EDB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3.4 Metody dydaktyczne</w:t>
      </w:r>
    </w:p>
    <w:p w:rsidRPr="00EC0A7D" w:rsidR="0085747A" w:rsidP="009C54AE" w:rsidRDefault="0085747A" w14:paraId="3B30ED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C0A7D" w:rsidR="0085747A" w:rsidP="00F7152B" w:rsidRDefault="00AD37F6" w14:paraId="3B30EDB5" w14:textId="2076D8C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t>Zajęcia warsztatowe:</w:t>
      </w:r>
      <w:r w:rsidRPr="00EC0A7D" w:rsidR="00153C41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EC0A7D" w:rsidR="009F461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Pr="00EC0A7D" w:rsidR="00923D7D">
        <w:rPr>
          <w:rFonts w:ascii="Corbel" w:hAnsi="Corbel"/>
          <w:b w:val="0"/>
          <w:i/>
          <w:smallCaps w:val="0"/>
          <w:szCs w:val="24"/>
        </w:rPr>
        <w:t>tekstów z dyskusją,</w:t>
      </w:r>
      <w:r w:rsidRPr="00EC0A7D" w:rsidR="004A66EA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EC0A7D" w:rsidR="001718A7">
        <w:rPr>
          <w:rFonts w:ascii="Corbel" w:hAnsi="Corbel"/>
          <w:b w:val="0"/>
          <w:i/>
          <w:smallCaps w:val="0"/>
          <w:szCs w:val="24"/>
        </w:rPr>
        <w:t>praca w </w:t>
      </w:r>
      <w:r w:rsidRPr="00EC0A7D" w:rsidR="0085747A">
        <w:rPr>
          <w:rFonts w:ascii="Corbel" w:hAnsi="Corbel"/>
          <w:b w:val="0"/>
          <w:i/>
          <w:smallCaps w:val="0"/>
          <w:szCs w:val="24"/>
        </w:rPr>
        <w:t>grupach</w:t>
      </w:r>
      <w:r w:rsidRPr="00EC0A7D" w:rsidR="0071620A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Pr="00EC0A7D" w:rsidR="00E960BB" w:rsidP="009C54AE" w:rsidRDefault="00E960BB" w14:paraId="3B30EDB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C0A7D" w:rsidR="007F54D0" w:rsidP="009C54AE" w:rsidRDefault="007F54D0" w14:paraId="3B30EDB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C0A7D" w:rsidR="0085747A" w:rsidP="009C54AE" w:rsidRDefault="00C61DC5" w14:paraId="3B30EDB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4. </w:t>
      </w:r>
      <w:r w:rsidRPr="00EC0A7D" w:rsidR="0085747A">
        <w:rPr>
          <w:rFonts w:ascii="Corbel" w:hAnsi="Corbel"/>
          <w:smallCaps w:val="0"/>
          <w:szCs w:val="24"/>
        </w:rPr>
        <w:t>METODY I KRYTERIA OCENY</w:t>
      </w:r>
    </w:p>
    <w:p w:rsidRPr="00EC0A7D" w:rsidR="00923D7D" w:rsidP="009C54AE" w:rsidRDefault="00923D7D" w14:paraId="3B30ED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C0A7D" w:rsidR="0085747A" w:rsidP="009C54AE" w:rsidRDefault="0085747A" w14:paraId="3B30EDB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4.1 Sposoby weryfikacji efektów </w:t>
      </w:r>
      <w:r w:rsidRPr="00EC0A7D" w:rsidR="00C05F44">
        <w:rPr>
          <w:rFonts w:ascii="Corbel" w:hAnsi="Corbel"/>
          <w:smallCaps w:val="0"/>
          <w:szCs w:val="24"/>
        </w:rPr>
        <w:t>uczenia się</w:t>
      </w:r>
    </w:p>
    <w:p w:rsidRPr="00EC0A7D" w:rsidR="0085747A" w:rsidP="009C54AE" w:rsidRDefault="0085747A" w14:paraId="3B30EDB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Pr="00EC0A7D" w:rsidR="0085747A" w:rsidTr="000160FD" w14:paraId="3B30EDC1" w14:textId="77777777">
        <w:tc>
          <w:tcPr>
            <w:tcW w:w="1961" w:type="dxa"/>
            <w:vAlign w:val="center"/>
          </w:tcPr>
          <w:p w:rsidRPr="00EC0A7D" w:rsidR="0085747A" w:rsidP="009C54AE" w:rsidRDefault="0071620A" w14:paraId="3B30ED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EC0A7D" w:rsidR="0085747A" w:rsidP="009C54AE" w:rsidRDefault="00F974DA" w14:paraId="3B30ED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EC0A7D" w:rsidR="0085747A" w:rsidP="009C54AE" w:rsidRDefault="009F4610" w14:paraId="3B30ED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EC0A7D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</w:t>
            </w:r>
            <w:bookmarkStart w:name="_GoBack" w:id="0"/>
            <w:bookmarkEnd w:id="0"/>
            <w:r w:rsidRPr="00EC0A7D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awozdanie, obserwacja w trakcie zajęć)</w:t>
            </w:r>
          </w:p>
        </w:tc>
        <w:tc>
          <w:tcPr>
            <w:tcW w:w="2121" w:type="dxa"/>
            <w:vAlign w:val="center"/>
          </w:tcPr>
          <w:p w:rsidRPr="00EC0A7D" w:rsidR="00923D7D" w:rsidP="009C54AE" w:rsidRDefault="0085747A" w14:paraId="3B30ED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C0A7D" w:rsidR="0085747A" w:rsidP="009C54AE" w:rsidRDefault="0085747A" w14:paraId="3B30ED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0A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0A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C0A7D" w:rsidR="0085747A" w:rsidTr="000160FD" w14:paraId="3B30EDC5" w14:textId="77777777">
        <w:tc>
          <w:tcPr>
            <w:tcW w:w="1961" w:type="dxa"/>
          </w:tcPr>
          <w:p w:rsidRPr="00EC0A7D" w:rsidR="0085747A" w:rsidP="009C54AE" w:rsidRDefault="0085747A" w14:paraId="3B30EDC2" w14:textId="1EE39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0A7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0A7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A8487C" w:rsidR="0085747A" w:rsidP="00A8487C" w:rsidRDefault="00A8487C" w14:paraId="3B30EDC3" w14:textId="060176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487C">
              <w:rPr>
                <w:rFonts w:ascii="Corbel" w:hAnsi="Corbel"/>
                <w:sz w:val="24"/>
                <w:szCs w:val="24"/>
              </w:rPr>
              <w:t>O</w:t>
            </w:r>
            <w:r w:rsidRPr="00A8487C" w:rsidR="003437C5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:rsidRPr="00A8487C" w:rsidR="0085747A" w:rsidP="00A8487C" w:rsidRDefault="00A8487C" w14:paraId="3B30EDC4" w14:textId="5E1E5240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A8487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8487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C0A7D" w:rsidR="0085747A" w:rsidTr="000160FD" w14:paraId="3B30EDC9" w14:textId="77777777">
        <w:tc>
          <w:tcPr>
            <w:tcW w:w="1961" w:type="dxa"/>
          </w:tcPr>
          <w:p w:rsidRPr="00EC0A7D" w:rsidR="0085747A" w:rsidP="009C54AE" w:rsidRDefault="0085747A" w14:paraId="3B30ED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A8487C" w:rsidR="0085747A" w:rsidP="00A8487C" w:rsidRDefault="00C205A1" w14:paraId="3B30EDC7" w14:textId="4EB1062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487C">
              <w:rPr>
                <w:rFonts w:ascii="Corbel" w:hAnsi="Corbel"/>
                <w:sz w:val="24"/>
                <w:szCs w:val="24"/>
              </w:rPr>
              <w:t>Projekt, kolokwium</w:t>
            </w:r>
          </w:p>
        </w:tc>
        <w:tc>
          <w:tcPr>
            <w:tcW w:w="2121" w:type="dxa"/>
          </w:tcPr>
          <w:p w:rsidRPr="00A8487C" w:rsidR="0085747A" w:rsidP="00A8487C" w:rsidRDefault="00A8487C" w14:paraId="3B30EDC8" w14:textId="28AF6DD6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A8487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8487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C0A7D" w:rsidR="000160FD" w:rsidTr="000160FD" w14:paraId="3B30EDCD" w14:textId="77777777">
        <w:tc>
          <w:tcPr>
            <w:tcW w:w="1961" w:type="dxa"/>
          </w:tcPr>
          <w:p w:rsidRPr="00EC0A7D" w:rsidR="000160FD" w:rsidP="000160FD" w:rsidRDefault="000160FD" w14:paraId="3B30ED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:rsidRPr="00A8487C" w:rsidR="000160FD" w:rsidP="00A8487C" w:rsidRDefault="00A8487C" w14:paraId="3B30EDCB" w14:textId="32A1E5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487C">
              <w:rPr>
                <w:rFonts w:ascii="Corbel" w:hAnsi="Corbel"/>
                <w:sz w:val="24"/>
                <w:szCs w:val="24"/>
              </w:rPr>
              <w:t>K</w:t>
            </w:r>
            <w:r w:rsidRPr="00A8487C" w:rsidR="00C205A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1" w:type="dxa"/>
          </w:tcPr>
          <w:p w:rsidRPr="00A8487C" w:rsidR="000160FD" w:rsidP="00A8487C" w:rsidRDefault="00A8487C" w14:paraId="3B30EDCC" w14:textId="4B804145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A8487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8487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C0A7D" w:rsidR="000160FD" w:rsidTr="000160FD" w14:paraId="3B30EDD1" w14:textId="77777777">
        <w:tc>
          <w:tcPr>
            <w:tcW w:w="1961" w:type="dxa"/>
          </w:tcPr>
          <w:p w:rsidRPr="00EC0A7D" w:rsidR="000160FD" w:rsidP="000160FD" w:rsidRDefault="000160FD" w14:paraId="3B30ED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:rsidRPr="00A8487C" w:rsidR="000160FD" w:rsidP="00A8487C" w:rsidRDefault="00A8487C" w14:paraId="3B30EDCF" w14:textId="2517F2D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487C">
              <w:rPr>
                <w:rFonts w:ascii="Corbel" w:hAnsi="Corbel"/>
                <w:sz w:val="24"/>
                <w:szCs w:val="24"/>
              </w:rPr>
              <w:t>O</w:t>
            </w:r>
            <w:r w:rsidRPr="00A8487C" w:rsidR="000160FD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:rsidRPr="00A8487C" w:rsidR="000160FD" w:rsidP="00A8487C" w:rsidRDefault="00A8487C" w14:paraId="3B30EDD0" w14:textId="6A4348E3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A8487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8487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C0A7D" w:rsidR="000160FD" w:rsidTr="000160FD" w14:paraId="3B30EDD5" w14:textId="77777777">
        <w:tc>
          <w:tcPr>
            <w:tcW w:w="1961" w:type="dxa"/>
          </w:tcPr>
          <w:p w:rsidRPr="00EC0A7D" w:rsidR="000160FD" w:rsidP="000160FD" w:rsidRDefault="000160FD" w14:paraId="3B30ED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:rsidRPr="00A8487C" w:rsidR="000160FD" w:rsidP="00A8487C" w:rsidRDefault="00A8487C" w14:paraId="3B30EDD3" w14:textId="63C2A54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487C">
              <w:rPr>
                <w:rFonts w:ascii="Corbel" w:hAnsi="Corbel"/>
                <w:sz w:val="24"/>
                <w:szCs w:val="24"/>
              </w:rPr>
              <w:t>O</w:t>
            </w:r>
            <w:r w:rsidRPr="00A8487C" w:rsidR="000160FD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:rsidRPr="00A8487C" w:rsidR="000160FD" w:rsidP="00A8487C" w:rsidRDefault="00A8487C" w14:paraId="3B30EDD4" w14:textId="514CF98F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A8487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8487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:rsidRPr="00EC0A7D" w:rsidR="00923D7D" w:rsidP="009C54AE" w:rsidRDefault="00923D7D" w14:paraId="3B30EDD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C0A7D" w:rsidR="0085747A" w:rsidP="009C54AE" w:rsidRDefault="003E1941" w14:paraId="3B30EDD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4.2 </w:t>
      </w:r>
      <w:r w:rsidRPr="00EC0A7D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EC0A7D" w:rsidR="00923D7D" w:rsidP="009C54AE" w:rsidRDefault="00923D7D" w14:paraId="3B30EDD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C0A7D" w:rsidR="0085747A" w:rsidTr="00AD37F6" w14:paraId="3B30EDDC" w14:textId="77777777">
        <w:trPr>
          <w:trHeight w:val="613"/>
        </w:trPr>
        <w:tc>
          <w:tcPr>
            <w:tcW w:w="9670" w:type="dxa"/>
          </w:tcPr>
          <w:p w:rsidRPr="00EC0A7D" w:rsidR="0085747A" w:rsidP="009C54AE" w:rsidRDefault="004A66EA" w14:paraId="3B30EDD9" w14:textId="5D25EF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Zaliczenie kolokwium, a</w:t>
            </w:r>
            <w:r w:rsidRPr="00EC0A7D" w:rsidR="003437C5">
              <w:rPr>
                <w:rFonts w:ascii="Corbel" w:hAnsi="Corbel"/>
                <w:b w:val="0"/>
                <w:smallCaps w:val="0"/>
                <w:szCs w:val="24"/>
              </w:rPr>
              <w:t>ktywne uczestnictwo w zajęciach, projek</w:t>
            </w:r>
            <w:r w:rsidRPr="00EC0A7D" w:rsidR="00C205A1">
              <w:rPr>
                <w:rFonts w:ascii="Corbel" w:hAnsi="Corbel"/>
                <w:b w:val="0"/>
                <w:smallCaps w:val="0"/>
                <w:szCs w:val="24"/>
              </w:rPr>
              <w:t>t</w:t>
            </w:r>
          </w:p>
          <w:p w:rsidRPr="00EC0A7D" w:rsidR="00923D7D" w:rsidP="009C54AE" w:rsidRDefault="00923D7D" w14:paraId="3B30ED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EC0A7D" w:rsidR="0085747A" w:rsidP="009C54AE" w:rsidRDefault="0085747A" w14:paraId="3B30ED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EC0A7D" w:rsidR="0085747A" w:rsidP="009C54AE" w:rsidRDefault="0085747A" w14:paraId="3B30ED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C0A7D" w:rsidR="009F4610" w:rsidP="009C54AE" w:rsidRDefault="0085747A" w14:paraId="3B30EDD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5. </w:t>
      </w:r>
      <w:r w:rsidRPr="00EC0A7D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EC0A7D" w:rsidR="0085747A" w:rsidP="009C54AE" w:rsidRDefault="0085747A" w14:paraId="3B30EDD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C0A7D" w:rsidR="0085747A" w:rsidTr="397E6D87" w14:paraId="3B30EDE2" w14:textId="77777777">
        <w:tc>
          <w:tcPr>
            <w:tcW w:w="4962" w:type="dxa"/>
            <w:tcMar/>
            <w:vAlign w:val="center"/>
          </w:tcPr>
          <w:p w:rsidRPr="00EC0A7D" w:rsidR="0085747A" w:rsidP="009C54AE" w:rsidRDefault="00C61DC5" w14:paraId="3B30EDE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EC0A7D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0A7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EC0A7D" w:rsidR="0085747A" w:rsidP="009C54AE" w:rsidRDefault="00C61DC5" w14:paraId="3B30EDE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EC0A7D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C0A7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EC0A7D" w:rsidR="0085747A" w:rsidTr="397E6D87" w14:paraId="3B30EDE5" w14:textId="77777777">
        <w:tc>
          <w:tcPr>
            <w:tcW w:w="4962" w:type="dxa"/>
            <w:tcMar/>
          </w:tcPr>
          <w:p w:rsidRPr="00EC0A7D" w:rsidR="0085747A" w:rsidP="009C54AE" w:rsidRDefault="00C61DC5" w14:paraId="3B30EDE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G</w:t>
            </w:r>
            <w:r w:rsidRPr="00EC0A7D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0A7D">
              <w:rPr>
                <w:rFonts w:ascii="Corbel" w:hAnsi="Corbel"/>
                <w:sz w:val="24"/>
                <w:szCs w:val="24"/>
              </w:rPr>
              <w:t>kontaktowe</w:t>
            </w:r>
            <w:r w:rsidRPr="00EC0A7D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0A7D">
              <w:rPr>
                <w:rFonts w:ascii="Corbel" w:hAnsi="Corbel"/>
                <w:sz w:val="24"/>
                <w:szCs w:val="24"/>
              </w:rPr>
              <w:t>ynikające</w:t>
            </w:r>
            <w:r w:rsidRPr="00EC0A7D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EC0A7D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0A7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EC0A7D" w:rsidR="0085747A" w:rsidP="00667989" w:rsidRDefault="4D648156" w14:paraId="3B30EDE4" w14:textId="212E9A7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39FE3E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EC0A7D" w:rsidR="00C61DC5" w:rsidTr="397E6D87" w14:paraId="3B30EDE9" w14:textId="77777777">
        <w:tc>
          <w:tcPr>
            <w:tcW w:w="4962" w:type="dxa"/>
            <w:tcMar/>
          </w:tcPr>
          <w:p w:rsidRPr="00EC0A7D" w:rsidR="00C61DC5" w:rsidP="009C54AE" w:rsidRDefault="00C61DC5" w14:paraId="3B30ED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EC0A7D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EC0A7D" w:rsidR="00C61DC5" w:rsidP="009C54AE" w:rsidRDefault="00C61DC5" w14:paraId="3B30EDE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EC0A7D" w:rsidR="00C61DC5" w:rsidP="00667989" w:rsidRDefault="08442171" w14:paraId="3B30EDE8" w14:textId="3B063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97E6D87" w:rsidR="5D04872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EC0A7D" w:rsidR="00C61DC5" w:rsidTr="397E6D87" w14:paraId="3B30EDED" w14:textId="77777777">
        <w:tc>
          <w:tcPr>
            <w:tcW w:w="4962" w:type="dxa"/>
            <w:tcMar/>
          </w:tcPr>
          <w:p w:rsidRPr="00EC0A7D" w:rsidR="0071620A" w:rsidP="009C54AE" w:rsidRDefault="00C61DC5" w14:paraId="3B30ED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0A7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0A7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EC0A7D" w:rsidR="00C61DC5" w:rsidP="009C54AE" w:rsidRDefault="00C61DC5" w14:paraId="3B30EDE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EC0A7D" w:rsidR="00C61DC5" w:rsidP="00667989" w:rsidRDefault="4B752F5E" w14:paraId="3B30EDEC" w14:textId="2E96D3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97E6D87" w:rsidR="1775841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EC0A7D" w:rsidR="0085747A" w:rsidTr="397E6D87" w14:paraId="3B30EDF0" w14:textId="77777777">
        <w:tc>
          <w:tcPr>
            <w:tcW w:w="4962" w:type="dxa"/>
            <w:tcMar/>
          </w:tcPr>
          <w:p w:rsidRPr="00EC0A7D" w:rsidR="0085747A" w:rsidP="009C54AE" w:rsidRDefault="0085747A" w14:paraId="3B30EDE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EC0A7D" w:rsidR="0085747A" w:rsidP="00667989" w:rsidRDefault="00FC0BC7" w14:paraId="3B30EDE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5</w:t>
            </w:r>
            <w:r w:rsidRPr="00EC0A7D" w:rsidR="0080329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EC0A7D" w:rsidR="0085747A" w:rsidTr="397E6D87" w14:paraId="3B30EDF3" w14:textId="77777777">
        <w:tc>
          <w:tcPr>
            <w:tcW w:w="4962" w:type="dxa"/>
            <w:tcMar/>
          </w:tcPr>
          <w:p w:rsidRPr="00EC0A7D" w:rsidR="0085747A" w:rsidP="009C54AE" w:rsidRDefault="0085747A" w14:paraId="3B30ED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EC0A7D" w:rsidR="0085747A" w:rsidP="00667989" w:rsidRDefault="00667989" w14:paraId="3B30EDF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EC0A7D" w:rsidR="0085747A" w:rsidP="009C54AE" w:rsidRDefault="00923D7D" w14:paraId="3B30EDF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EC0A7D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EC0A7D" w:rsidR="003E1941" w:rsidP="009C54AE" w:rsidRDefault="003E1941" w14:paraId="3B30ED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C0A7D" w:rsidR="0085747A" w:rsidP="009C54AE" w:rsidRDefault="0071620A" w14:paraId="3B30EDF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6. </w:t>
      </w:r>
      <w:r w:rsidRPr="00EC0A7D" w:rsidR="0085747A">
        <w:rPr>
          <w:rFonts w:ascii="Corbel" w:hAnsi="Corbel"/>
          <w:smallCaps w:val="0"/>
          <w:szCs w:val="24"/>
        </w:rPr>
        <w:t>PRAKTYKI ZAWO</w:t>
      </w:r>
      <w:r w:rsidRPr="00EC0A7D" w:rsidR="009D3F3B">
        <w:rPr>
          <w:rFonts w:ascii="Corbel" w:hAnsi="Corbel"/>
          <w:smallCaps w:val="0"/>
          <w:szCs w:val="24"/>
        </w:rPr>
        <w:t>DOWE W RAMACH PRZEDMIOTU</w:t>
      </w:r>
    </w:p>
    <w:p w:rsidRPr="00EC0A7D" w:rsidR="0085747A" w:rsidP="009C54AE" w:rsidRDefault="0085747A" w14:paraId="3B30EDF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C0A7D" w:rsidR="0085747A" w:rsidTr="0071620A" w14:paraId="3B30EDFA" w14:textId="77777777">
        <w:trPr>
          <w:trHeight w:val="397"/>
        </w:trPr>
        <w:tc>
          <w:tcPr>
            <w:tcW w:w="3544" w:type="dxa"/>
          </w:tcPr>
          <w:p w:rsidRPr="00EC0A7D" w:rsidR="0085747A" w:rsidP="009C54AE" w:rsidRDefault="0085747A" w14:paraId="3B30ED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Pr="00EC0A7D" w:rsidR="0085747A" w:rsidP="009C54AE" w:rsidRDefault="0085747A" w14:paraId="3B30ED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EC0A7D" w:rsidR="0085747A" w:rsidTr="0071620A" w14:paraId="3B30EDFD" w14:textId="77777777">
        <w:trPr>
          <w:trHeight w:val="397"/>
        </w:trPr>
        <w:tc>
          <w:tcPr>
            <w:tcW w:w="3544" w:type="dxa"/>
          </w:tcPr>
          <w:p w:rsidRPr="00EC0A7D" w:rsidR="0085747A" w:rsidP="009C54AE" w:rsidRDefault="0085747A" w14:paraId="3B30ED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EC0A7D" w:rsidR="0085747A" w:rsidP="009C54AE" w:rsidRDefault="0085747A" w14:paraId="3B30ED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EC0A7D" w:rsidR="003437C5" w:rsidP="009C54AE" w:rsidRDefault="003437C5" w14:paraId="3B30EDF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C0A7D" w:rsidR="0085747A" w:rsidP="009C54AE" w:rsidRDefault="00675843" w14:paraId="3B30EDF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7. </w:t>
      </w:r>
      <w:r w:rsidRPr="00EC0A7D" w:rsidR="0085747A">
        <w:rPr>
          <w:rFonts w:ascii="Corbel" w:hAnsi="Corbel"/>
          <w:smallCaps w:val="0"/>
          <w:szCs w:val="24"/>
        </w:rPr>
        <w:t>LITERATURA</w:t>
      </w:r>
    </w:p>
    <w:p w:rsidRPr="00EC0A7D" w:rsidR="00675843" w:rsidP="009C54AE" w:rsidRDefault="00675843" w14:paraId="3B30EE0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EC0A7D" w:rsidR="0085747A" w:rsidTr="0071620A" w14:paraId="3B30EE05" w14:textId="77777777">
        <w:trPr>
          <w:trHeight w:val="397"/>
        </w:trPr>
        <w:tc>
          <w:tcPr>
            <w:tcW w:w="7513" w:type="dxa"/>
          </w:tcPr>
          <w:p w:rsidRPr="00EC0A7D" w:rsidR="0085747A" w:rsidP="009C54AE" w:rsidRDefault="0085747A" w14:paraId="3B30EE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ED6560" w:rsidR="00ED6560" w:rsidP="00ED6560" w:rsidRDefault="00ED6560" w14:paraId="4B9B0871" w14:textId="77777777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sz w:val="24"/>
                <w:szCs w:val="24"/>
              </w:rPr>
            </w:pPr>
            <w:r w:rsidRPr="00ED6560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Lisiecki M., Zarządzanie bezpieczeństwem publicznym, Oficyna Wydawnicza </w:t>
            </w:r>
            <w:proofErr w:type="spellStart"/>
            <w:r w:rsidRPr="00ED6560">
              <w:rPr>
                <w:rStyle w:val="wrtext"/>
                <w:rFonts w:ascii="Corbel" w:hAnsi="Corbel"/>
                <w:bCs/>
                <w:sz w:val="24"/>
                <w:szCs w:val="24"/>
              </w:rPr>
              <w:t>ŁośGraf</w:t>
            </w:r>
            <w:proofErr w:type="spellEnd"/>
            <w:r w:rsidRPr="00ED6560">
              <w:rPr>
                <w:rStyle w:val="wrtext"/>
                <w:rFonts w:ascii="Corbel" w:hAnsi="Corbel"/>
                <w:bCs/>
                <w:sz w:val="24"/>
                <w:szCs w:val="24"/>
              </w:rPr>
              <w:t>, Wydawnictwa Akademickie i Profesjonalne, 2010.</w:t>
            </w:r>
          </w:p>
          <w:p w:rsidRPr="00ED6560" w:rsidR="00ED6560" w:rsidP="00ED6560" w:rsidRDefault="00ED6560" w14:paraId="159FBB88" w14:textId="77777777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sz w:val="24"/>
                <w:szCs w:val="24"/>
              </w:rPr>
            </w:pPr>
            <w:proofErr w:type="spellStart"/>
            <w:r w:rsidRPr="00ED6560">
              <w:rPr>
                <w:rStyle w:val="wrtext"/>
                <w:rFonts w:ascii="Corbel" w:hAnsi="Corbel"/>
                <w:bCs/>
                <w:sz w:val="24"/>
                <w:szCs w:val="24"/>
              </w:rPr>
              <w:t>Misiuk</w:t>
            </w:r>
            <w:proofErr w:type="spellEnd"/>
            <w:r w:rsidRPr="00ED6560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 A., Administracja porządku i bezpieczeństwa publicznego. Zagadnienia prawno-ustrojowe, Warszawa 2008.</w:t>
            </w:r>
          </w:p>
          <w:p w:rsidRPr="00EC0A7D" w:rsidR="003437C5" w:rsidP="00EC0A7D" w:rsidRDefault="003437C5" w14:paraId="3B30EE04" w14:textId="1A9BAEA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</w:p>
        </w:tc>
      </w:tr>
      <w:tr w:rsidRPr="00EC0A7D" w:rsidR="0085747A" w:rsidTr="0071620A" w14:paraId="3B30EE0A" w14:textId="77777777">
        <w:trPr>
          <w:trHeight w:val="397"/>
        </w:trPr>
        <w:tc>
          <w:tcPr>
            <w:tcW w:w="7513" w:type="dxa"/>
          </w:tcPr>
          <w:p w:rsidRPr="00EC0A7D" w:rsidR="0085747A" w:rsidP="009C54AE" w:rsidRDefault="0085747A" w14:paraId="3B30EE06" w14:textId="14D9EB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ED6560" w:rsidR="00ED6560" w:rsidP="00ED6560" w:rsidRDefault="00ED6560" w14:paraId="717FD266" w14:textId="77777777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r w:rsidRPr="00ED6560">
              <w:rPr>
                <w:rStyle w:val="wrtext"/>
                <w:rFonts w:ascii="Corbel" w:hAnsi="Corbel"/>
                <w:bCs/>
                <w:sz w:val="24"/>
                <w:szCs w:val="24"/>
              </w:rPr>
              <w:t>Feler W., Żandarmeria Wojskowa jako element systemu wewnętrznego bezpieczeństwa RP, „Przegląd Policyjny”, 2002, Nr 3-4.</w:t>
            </w:r>
          </w:p>
          <w:p w:rsidRPr="00ED6560" w:rsidR="00ED6560" w:rsidP="00ED6560" w:rsidRDefault="00ED6560" w14:paraId="4FB780F9" w14:textId="75DF5476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ED6560">
              <w:rPr>
                <w:rStyle w:val="wrtext"/>
                <w:rFonts w:ascii="Corbel" w:hAnsi="Corbel"/>
                <w:bCs/>
                <w:sz w:val="24"/>
                <w:szCs w:val="24"/>
              </w:rPr>
              <w:t>Lasocik</w:t>
            </w:r>
            <w:proofErr w:type="spellEnd"/>
            <w:r w:rsidRPr="00ED6560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 Z., Organizacja i zasady działania więziennictwa, [w:] System penitencjarny i postpenitencjarny, red. T. Bulendy i R. </w:t>
            </w:r>
            <w:proofErr w:type="spellStart"/>
            <w:r w:rsidRPr="00ED6560">
              <w:rPr>
                <w:rStyle w:val="wrtext"/>
                <w:rFonts w:ascii="Corbel" w:hAnsi="Corbel"/>
                <w:bCs/>
                <w:sz w:val="24"/>
                <w:szCs w:val="24"/>
              </w:rPr>
              <w:t>Musidłowski</w:t>
            </w:r>
            <w:proofErr w:type="spellEnd"/>
            <w:r w:rsidRPr="00ED6560">
              <w:rPr>
                <w:rStyle w:val="wrtext"/>
                <w:rFonts w:ascii="Corbel" w:hAnsi="Corbel"/>
                <w:bCs/>
                <w:sz w:val="24"/>
                <w:szCs w:val="24"/>
              </w:rPr>
              <w:t>, Warszawa 2003.</w:t>
            </w:r>
          </w:p>
          <w:p w:rsidRPr="00ED6560" w:rsidR="00ED6560" w:rsidP="00ED6560" w:rsidRDefault="00ED6560" w14:paraId="4DDBBC47" w14:textId="044A999A">
            <w:pPr>
              <w:ind w:left="20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D6560">
              <w:rPr>
                <w:rFonts w:ascii="Corbel" w:hAnsi="Corbel"/>
                <w:sz w:val="24"/>
                <w:szCs w:val="24"/>
              </w:rPr>
              <w:t xml:space="preserve">Wicherek D., Kancelaria Prezydenta Rzeczypospolitej Polskiej 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ED6560">
              <w:rPr>
                <w:rFonts w:ascii="Corbel" w:hAnsi="Corbel"/>
                <w:sz w:val="24"/>
                <w:szCs w:val="24"/>
              </w:rPr>
              <w:t xml:space="preserve">ako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ED6560">
              <w:rPr>
                <w:rFonts w:ascii="Corbel" w:hAnsi="Corbel"/>
                <w:sz w:val="24"/>
                <w:szCs w:val="24"/>
              </w:rPr>
              <w:t xml:space="preserve">rgan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ED6560">
              <w:rPr>
                <w:rFonts w:ascii="Corbel" w:hAnsi="Corbel"/>
                <w:sz w:val="24"/>
                <w:szCs w:val="24"/>
              </w:rPr>
              <w:t xml:space="preserve">omocniczy, Rzeszów 2020. </w:t>
            </w:r>
          </w:p>
          <w:p w:rsidRPr="00EC0A7D" w:rsidR="003437C5" w:rsidP="00EC0A7D" w:rsidRDefault="003437C5" w14:paraId="3B30EE09" w14:textId="113F027B">
            <w:pPr>
              <w:pStyle w:val="Punktygwne"/>
              <w:spacing w:before="0" w:after="0"/>
              <w:ind w:left="198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</w:p>
        </w:tc>
      </w:tr>
    </w:tbl>
    <w:p w:rsidRPr="00EC0A7D" w:rsidR="0085747A" w:rsidP="009C54AE" w:rsidRDefault="0085747A" w14:paraId="3B30EE0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C0A7D" w:rsidR="0085747A" w:rsidP="009C54AE" w:rsidRDefault="0085747A" w14:paraId="3B30EE0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C0A7D" w:rsidR="0085747A" w:rsidP="00F83B28" w:rsidRDefault="0085747A" w14:paraId="3B30EE0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0A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EC0A7D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AD3" w:rsidP="00C16ABF" w:rsidRDefault="00AB4AD3" w14:paraId="1FD0EF9A" w14:textId="77777777">
      <w:pPr>
        <w:spacing w:after="0" w:line="240" w:lineRule="auto"/>
      </w:pPr>
      <w:r>
        <w:separator/>
      </w:r>
    </w:p>
  </w:endnote>
  <w:endnote w:type="continuationSeparator" w:id="0">
    <w:p w:rsidR="00AB4AD3" w:rsidP="00C16ABF" w:rsidRDefault="00AB4AD3" w14:paraId="551BFC4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AD3" w:rsidP="00C16ABF" w:rsidRDefault="00AB4AD3" w14:paraId="332BE71D" w14:textId="77777777">
      <w:pPr>
        <w:spacing w:after="0" w:line="240" w:lineRule="auto"/>
      </w:pPr>
      <w:r>
        <w:separator/>
      </w:r>
    </w:p>
  </w:footnote>
  <w:footnote w:type="continuationSeparator" w:id="0">
    <w:p w:rsidR="00AB4AD3" w:rsidP="00C16ABF" w:rsidRDefault="00AB4AD3" w14:paraId="696B8FDA" w14:textId="77777777">
      <w:pPr>
        <w:spacing w:after="0" w:line="240" w:lineRule="auto"/>
      </w:pPr>
      <w:r>
        <w:continuationSeparator/>
      </w:r>
    </w:p>
  </w:footnote>
  <w:footnote w:id="1">
    <w:p w:rsidR="007F54D0" w:rsidRDefault="007F54D0" w14:paraId="3B30EE1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8302D7"/>
    <w:multiLevelType w:val="hybridMultilevel"/>
    <w:tmpl w:val="EDB04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3679D8"/>
    <w:multiLevelType w:val="hybridMultilevel"/>
    <w:tmpl w:val="6DA4BBCA"/>
    <w:lvl w:ilvl="0" w:tplc="DD12BE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1ED"/>
    <w:rsid w:val="000048FD"/>
    <w:rsid w:val="000077B4"/>
    <w:rsid w:val="00015B8F"/>
    <w:rsid w:val="000160FD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40B"/>
    <w:rsid w:val="00124BFF"/>
    <w:rsid w:val="0012560E"/>
    <w:rsid w:val="00127108"/>
    <w:rsid w:val="00134B13"/>
    <w:rsid w:val="00146BC0"/>
    <w:rsid w:val="00153C41"/>
    <w:rsid w:val="00154381"/>
    <w:rsid w:val="001564E8"/>
    <w:rsid w:val="001640A7"/>
    <w:rsid w:val="00164FA7"/>
    <w:rsid w:val="00166A03"/>
    <w:rsid w:val="001718A7"/>
    <w:rsid w:val="001737CF"/>
    <w:rsid w:val="00173CB4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C5"/>
    <w:rsid w:val="00346FE9"/>
    <w:rsid w:val="0034759A"/>
    <w:rsid w:val="003503F6"/>
    <w:rsid w:val="003530DD"/>
    <w:rsid w:val="00363F78"/>
    <w:rsid w:val="00377E4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015C"/>
    <w:rsid w:val="0042244A"/>
    <w:rsid w:val="0042745A"/>
    <w:rsid w:val="00431D5C"/>
    <w:rsid w:val="00435C9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6EA"/>
    <w:rsid w:val="004D5282"/>
    <w:rsid w:val="004F1551"/>
    <w:rsid w:val="004F55A3"/>
    <w:rsid w:val="004F79B0"/>
    <w:rsid w:val="0050496F"/>
    <w:rsid w:val="00513B6F"/>
    <w:rsid w:val="00517C63"/>
    <w:rsid w:val="00522CB6"/>
    <w:rsid w:val="005363C4"/>
    <w:rsid w:val="00536BDE"/>
    <w:rsid w:val="00543ACC"/>
    <w:rsid w:val="00553828"/>
    <w:rsid w:val="0056696D"/>
    <w:rsid w:val="0059484D"/>
    <w:rsid w:val="005A0855"/>
    <w:rsid w:val="005A3196"/>
    <w:rsid w:val="005A61B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989"/>
    <w:rsid w:val="00671958"/>
    <w:rsid w:val="00675843"/>
    <w:rsid w:val="006931B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D0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447"/>
    <w:rsid w:val="007D6E56"/>
    <w:rsid w:val="007E4456"/>
    <w:rsid w:val="007F4155"/>
    <w:rsid w:val="007F54D0"/>
    <w:rsid w:val="00803298"/>
    <w:rsid w:val="0081328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E7A"/>
    <w:rsid w:val="008E2475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1C8"/>
    <w:rsid w:val="009F4610"/>
    <w:rsid w:val="00A00ECC"/>
    <w:rsid w:val="00A155EE"/>
    <w:rsid w:val="00A2245B"/>
    <w:rsid w:val="00A30110"/>
    <w:rsid w:val="00A35474"/>
    <w:rsid w:val="00A36899"/>
    <w:rsid w:val="00A371F6"/>
    <w:rsid w:val="00A43BF6"/>
    <w:rsid w:val="00A53FA5"/>
    <w:rsid w:val="00A54817"/>
    <w:rsid w:val="00A601C8"/>
    <w:rsid w:val="00A60799"/>
    <w:rsid w:val="00A8487C"/>
    <w:rsid w:val="00A84C85"/>
    <w:rsid w:val="00A97DE1"/>
    <w:rsid w:val="00AB053C"/>
    <w:rsid w:val="00AB4AD3"/>
    <w:rsid w:val="00AC7520"/>
    <w:rsid w:val="00AD1146"/>
    <w:rsid w:val="00AD27D3"/>
    <w:rsid w:val="00AD37F6"/>
    <w:rsid w:val="00AD5E51"/>
    <w:rsid w:val="00AD66D6"/>
    <w:rsid w:val="00AE1160"/>
    <w:rsid w:val="00AE203C"/>
    <w:rsid w:val="00AE2E74"/>
    <w:rsid w:val="00AE5FCB"/>
    <w:rsid w:val="00AF2C1E"/>
    <w:rsid w:val="00AF6D58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5A1"/>
    <w:rsid w:val="00C26CB7"/>
    <w:rsid w:val="00C324C1"/>
    <w:rsid w:val="00C36992"/>
    <w:rsid w:val="00C56036"/>
    <w:rsid w:val="00C61DC5"/>
    <w:rsid w:val="00C67E92"/>
    <w:rsid w:val="00C70A26"/>
    <w:rsid w:val="00C766DF"/>
    <w:rsid w:val="00C84CDE"/>
    <w:rsid w:val="00C94B98"/>
    <w:rsid w:val="00CA2B96"/>
    <w:rsid w:val="00CA3EA7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6D08"/>
    <w:rsid w:val="00DE09C0"/>
    <w:rsid w:val="00DE4A14"/>
    <w:rsid w:val="00DF15DD"/>
    <w:rsid w:val="00DF320D"/>
    <w:rsid w:val="00DF71C8"/>
    <w:rsid w:val="00E129B8"/>
    <w:rsid w:val="00E21E7D"/>
    <w:rsid w:val="00E22FBC"/>
    <w:rsid w:val="00E24BF5"/>
    <w:rsid w:val="00E25338"/>
    <w:rsid w:val="00E4047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0A7D"/>
    <w:rsid w:val="00EC4899"/>
    <w:rsid w:val="00ED03AB"/>
    <w:rsid w:val="00ED32D2"/>
    <w:rsid w:val="00ED6560"/>
    <w:rsid w:val="00EE32DE"/>
    <w:rsid w:val="00EE5457"/>
    <w:rsid w:val="00F070AB"/>
    <w:rsid w:val="00F17567"/>
    <w:rsid w:val="00F27A7B"/>
    <w:rsid w:val="00F526AF"/>
    <w:rsid w:val="00F52E25"/>
    <w:rsid w:val="00F617C3"/>
    <w:rsid w:val="00F7066B"/>
    <w:rsid w:val="00F7152B"/>
    <w:rsid w:val="00F83B28"/>
    <w:rsid w:val="00F974DA"/>
    <w:rsid w:val="00FA46E5"/>
    <w:rsid w:val="00FB7DBA"/>
    <w:rsid w:val="00FC0BC7"/>
    <w:rsid w:val="00FC1C25"/>
    <w:rsid w:val="00FC3F45"/>
    <w:rsid w:val="00FD503F"/>
    <w:rsid w:val="00FD7589"/>
    <w:rsid w:val="00FF016A"/>
    <w:rsid w:val="00FF1401"/>
    <w:rsid w:val="00FF5E7D"/>
    <w:rsid w:val="039FE3E4"/>
    <w:rsid w:val="043793B0"/>
    <w:rsid w:val="08442171"/>
    <w:rsid w:val="09A93F31"/>
    <w:rsid w:val="146D2397"/>
    <w:rsid w:val="17758411"/>
    <w:rsid w:val="1D29B998"/>
    <w:rsid w:val="2350128D"/>
    <w:rsid w:val="294693A3"/>
    <w:rsid w:val="2BEEBE13"/>
    <w:rsid w:val="397E6D87"/>
    <w:rsid w:val="3CAF06F7"/>
    <w:rsid w:val="4B2F73D8"/>
    <w:rsid w:val="4B752F5E"/>
    <w:rsid w:val="4D648156"/>
    <w:rsid w:val="5AF67510"/>
    <w:rsid w:val="5D04872D"/>
    <w:rsid w:val="77050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0ED08"/>
  <w15:docId w15:val="{5976E418-D267-46E4-BA85-07A9D1E150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F71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4C94B-8486-4577-A25E-7B094EC047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8600D2-A6C0-47AC-9126-773611F72B3D}"/>
</file>

<file path=customXml/itemProps3.xml><?xml version="1.0" encoding="utf-8"?>
<ds:datastoreItem xmlns:ds="http://schemas.openxmlformats.org/officeDocument/2006/customXml" ds:itemID="{965D02C2-BA09-4F3F-A219-844CCB58B8D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23cdcff9-4da5-4ae5-9ed2-4324298199a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7774E48-9FB5-4EF0-A29D-57B30787570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17</cp:revision>
  <cp:lastPrinted>2019-02-06T12:12:00Z</cp:lastPrinted>
  <dcterms:created xsi:type="dcterms:W3CDTF">2020-11-18T12:44:00Z</dcterms:created>
  <dcterms:modified xsi:type="dcterms:W3CDTF">2021-11-26T08:18:26Z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